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37929980" w:rsidR="00000047" w:rsidRPr="001F29AA" w:rsidRDefault="00FC7553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A986BF" wp14:editId="0BB03357">
            <wp:simplePos x="0" y="0"/>
            <wp:positionH relativeFrom="column">
              <wp:posOffset>4900763</wp:posOffset>
            </wp:positionH>
            <wp:positionV relativeFrom="paragraph">
              <wp:posOffset>599440</wp:posOffset>
            </wp:positionV>
            <wp:extent cx="1297325" cy="862655"/>
            <wp:effectExtent l="0" t="0" r="0" b="1270"/>
            <wp:wrapNone/>
            <wp:docPr id="1163842210" name="Image 2" descr="Category:Laboratory technicians -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OSNsaJ36IJbjkdUP8qG4kAQ_39" descr="Category:Laboratory technicians - Wikimedia Commo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25" cy="86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  <w:r w:rsidRPr="00FC7553">
        <w:t xml:space="preserve"> </w:t>
      </w:r>
      <w:r>
        <w:fldChar w:fldCharType="begin"/>
      </w:r>
      <w:r>
        <w:instrText xml:space="preserve"> INCLUDEPICTURE "/Users/cecile/Library/Group Containers/UBF8T346G9.ms/WebArchiveCopyPasteTempFiles/com.microsoft.Word/9k=" \* MERGEFORMATINET </w:instrText>
      </w:r>
      <w:r>
        <w:fldChar w:fldCharType="separate"/>
      </w:r>
      <w:r>
        <w:fldChar w:fldCharType="end"/>
      </w:r>
    </w:p>
    <w:p w14:paraId="5B06B2EE" w14:textId="4D9D66EF" w:rsidR="00807DF4" w:rsidRPr="00632C84" w:rsidRDefault="00807DF4" w:rsidP="00807DF4">
      <w:pPr>
        <w:pStyle w:val="Activity1"/>
        <w:rPr>
          <w:sz w:val="40"/>
          <w:szCs w:val="40"/>
          <w:lang w:val="en-US"/>
        </w:rPr>
      </w:pPr>
      <w:r w:rsidRPr="00632C84">
        <w:rPr>
          <w:sz w:val="40"/>
          <w:szCs w:val="40"/>
          <w:lang w:val="en-US"/>
        </w:rPr>
        <w:t>Chemical technician</w:t>
      </w:r>
    </w:p>
    <w:p w14:paraId="4538100C" w14:textId="4304E6E8" w:rsidR="00782AB0" w:rsidRPr="00585B45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97222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736FDC7A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  <w:tr w:rsidR="00597222" w:rsidRPr="00FA415F" w14:paraId="67C87344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D8D2215" w14:textId="05DA13C3" w:rsidR="00597222" w:rsidRPr="00FA415F" w:rsidRDefault="000D31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Technicien chimiste</w:t>
            </w:r>
          </w:p>
        </w:tc>
        <w:tc>
          <w:tcPr>
            <w:tcW w:w="2500" w:type="pct"/>
          </w:tcPr>
          <w:p w14:paraId="5A6174BE" w14:textId="662F82E7" w:rsidR="00597222" w:rsidRPr="00FA415F" w:rsidRDefault="000D31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Chemical technician</w:t>
            </w:r>
          </w:p>
        </w:tc>
      </w:tr>
      <w:tr w:rsidR="00597222" w:rsidRPr="00D0015F" w14:paraId="2FCC2C2F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0FFAD42B" w14:textId="0000A5B8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professionnelles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24AA2EA5" w14:textId="09400D28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professional skills / work skills</w:t>
            </w:r>
          </w:p>
        </w:tc>
      </w:tr>
      <w:tr w:rsidR="00597222" w:rsidRPr="00D0015F" w14:paraId="77E72C69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46C7E269" w14:textId="2DC1DA91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D45C017" w14:textId="0428B6A2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597222" w:rsidRPr="00D0015F" w14:paraId="0CE5899B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25F2820B" w14:textId="104CA7F3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62A902B0" w14:textId="45478913" w:rsidR="00EE3BB0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04F7BBE3" w14:textId="40B690E9" w:rsidR="00EE3BB0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A9FB44C" w14:textId="1A5B292B" w:rsidR="00EE3BB0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BD4C710" w14:textId="41083703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597222" w:rsidRPr="00D0015F" w14:paraId="58740606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6B5791E1" w14:textId="10E84C4F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5CDCBC26" w14:textId="4E3FD0F2" w:rsidR="005573E9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1B2AEA87" w14:textId="268AE51E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an internship (</w:t>
            </w:r>
            <w:r w:rsidR="00374544"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training period (</w:t>
            </w:r>
            <w:r w:rsidR="00374544"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intern (</w:t>
            </w:r>
            <w:r w:rsidR="00374544"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trainee (</w:t>
            </w:r>
            <w:r w:rsidR="00374544"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597222" w:rsidRPr="00D0015F" w14:paraId="5085C064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617EADE" w14:textId="20EE3A41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0E9A4CEC" w14:textId="4BF25460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597222" w:rsidRPr="00D0015F" w14:paraId="6FEE018F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3632A12F" w14:textId="26339413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STS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BTS 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F5E4E48" w14:textId="75908080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two-year college / a two-year program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two-year degree / an associate’s degree</w:t>
            </w:r>
          </w:p>
        </w:tc>
      </w:tr>
      <w:tr w:rsidR="00597222" w:rsidRPr="00D0015F" w14:paraId="3F6DD9EE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18BED040" w14:textId="3F85914E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IUT 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BUT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B47E01E" w14:textId="5E742A31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college / a three-year program</w:t>
            </w: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bachelor’s degree (ex: bachelor of science)</w:t>
            </w:r>
          </w:p>
        </w:tc>
      </w:tr>
      <w:tr w:rsidR="00597222" w:rsidRPr="00D0015F" w14:paraId="207B491F" w14:textId="77777777" w:rsidTr="006634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44E630A" w14:textId="3578E11E" w:rsidR="00597222" w:rsidRPr="00D0015F" w:rsidRDefault="00663446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166D85"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3A5FD4" w14:textId="1FE81D92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master’s degree</w:t>
            </w:r>
          </w:p>
        </w:tc>
      </w:tr>
      <w:tr w:rsidR="00597222" w:rsidRPr="00D0015F" w14:paraId="05039106" w14:textId="77777777" w:rsidTr="00CB77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34B0DC8A" w14:textId="26CBBD11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00096F68" w14:textId="18A967E6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597222" w:rsidRPr="00D0015F" w14:paraId="370DBAE3" w14:textId="77777777" w:rsidTr="00CB77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4DF350C" w14:textId="4693550E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3202F8C0" w14:textId="14AFC18F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to work overtime / to work extra hours</w:t>
            </w:r>
          </w:p>
        </w:tc>
      </w:tr>
      <w:tr w:rsidR="00597222" w:rsidRPr="00D0015F" w14:paraId="17729279" w14:textId="77777777" w:rsidTr="00CB77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4C767D7" w14:textId="394EEE3A" w:rsidR="00597222" w:rsidRPr="00D0015F" w:rsidRDefault="0098489D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166D85"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10E760A0" w14:textId="14D90522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597222" w:rsidRPr="00D0015F" w14:paraId="0E58ACCB" w14:textId="77777777" w:rsidTr="00CB77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169F637" w14:textId="692B680B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79174FAE" w14:textId="1528AC00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conditions</w:t>
            </w:r>
          </w:p>
        </w:tc>
      </w:tr>
      <w:tr w:rsidR="00597222" w:rsidRPr="00597222" w14:paraId="009D3038" w14:textId="77777777" w:rsidTr="00CB77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AE98E7B" w14:textId="4A9D9CF5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D0C015D" w14:textId="2B915221" w:rsidR="00597222" w:rsidRPr="00D0015F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D0015F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B0775E" w:rsidRPr="000D312E" w14:paraId="0C7D108D" w14:textId="77777777" w:rsidTr="00FB254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BD60F62" w14:textId="78827BB7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eastAsia="fr-FR"/>
              </w:rPr>
              <w:t>industrie chimique / cosmétique/ agroalimentaire / pharmaceutique</w:t>
            </w:r>
          </w:p>
        </w:tc>
        <w:tc>
          <w:tcPr>
            <w:tcW w:w="2500" w:type="pct"/>
          </w:tcPr>
          <w:p w14:paraId="2E18E7B0" w14:textId="187C85F7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 xml:space="preserve">chemical / cosmetic / food / drug (or pharmaceutical) </w:t>
            </w:r>
            <w:r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i</w:t>
            </w:r>
            <w:r w:rsidRPr="000D312E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ndustry</w:t>
            </w:r>
          </w:p>
        </w:tc>
      </w:tr>
      <w:tr w:rsidR="00B0775E" w:rsidRPr="000D312E" w14:paraId="02E2D4BE" w14:textId="77777777" w:rsidTr="00FB254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4F09AE2" w14:textId="42F86BC2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innovations techniques</w:t>
            </w:r>
          </w:p>
        </w:tc>
        <w:tc>
          <w:tcPr>
            <w:tcW w:w="2500" w:type="pct"/>
          </w:tcPr>
          <w:p w14:paraId="0D72A9A5" w14:textId="03FC2D60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technical innovations</w:t>
            </w:r>
          </w:p>
        </w:tc>
      </w:tr>
      <w:tr w:rsidR="00B0775E" w:rsidRPr="000D312E" w14:paraId="3091D79B" w14:textId="77777777" w:rsidTr="00FB254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9F7B1CB" w14:textId="5CBDC6B9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laboratoire</w:t>
            </w:r>
          </w:p>
        </w:tc>
        <w:tc>
          <w:tcPr>
            <w:tcW w:w="2500" w:type="pct"/>
          </w:tcPr>
          <w:p w14:paraId="4E6C6CAC" w14:textId="29BD4221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lab / laboratory</w:t>
            </w:r>
          </w:p>
        </w:tc>
      </w:tr>
      <w:tr w:rsidR="00B0775E" w:rsidRPr="000D312E" w14:paraId="51599336" w14:textId="77777777" w:rsidTr="00FB254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59CC1EF" w14:textId="507FFA0D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contrôle de qualité</w:t>
            </w:r>
          </w:p>
        </w:tc>
        <w:tc>
          <w:tcPr>
            <w:tcW w:w="2500" w:type="pct"/>
          </w:tcPr>
          <w:p w14:paraId="69C8A472" w14:textId="593C3BF2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quality control</w:t>
            </w:r>
          </w:p>
        </w:tc>
      </w:tr>
      <w:tr w:rsidR="00B0775E" w:rsidRPr="000D312E" w14:paraId="54894F0F" w14:textId="77777777" w:rsidTr="00FB254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74716ABC" w14:textId="56FFAD8E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faire des analyses</w:t>
            </w:r>
          </w:p>
        </w:tc>
        <w:tc>
          <w:tcPr>
            <w:tcW w:w="2500" w:type="pct"/>
          </w:tcPr>
          <w:p w14:paraId="3E18B29F" w14:textId="2D50E8B8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test / analyse </w:t>
            </w:r>
          </w:p>
        </w:tc>
      </w:tr>
      <w:tr w:rsidR="00B0775E" w:rsidRPr="000D312E" w14:paraId="3D3E8A7E" w14:textId="77777777" w:rsidTr="00FB254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2AACF5D" w14:textId="5C4B61AF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rédiger un rapport détaillé</w:t>
            </w:r>
          </w:p>
        </w:tc>
        <w:tc>
          <w:tcPr>
            <w:tcW w:w="2500" w:type="pct"/>
          </w:tcPr>
          <w:p w14:paraId="5DE1DF40" w14:textId="18B5F4CB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0D312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rite up a detailed report</w:t>
            </w:r>
          </w:p>
        </w:tc>
      </w:tr>
      <w:tr w:rsidR="00B0775E" w:rsidRPr="000D312E" w14:paraId="702E24AD" w14:textId="77777777" w:rsidTr="00FB254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353E15C" w14:textId="298805CD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0D312E">
              <w:rPr>
                <w:rFonts w:cstheme="minorHAnsi"/>
                <w:noProof/>
                <w:color w:val="000000"/>
                <w:szCs w:val="20"/>
                <w:lang w:eastAsia="fr-FR"/>
              </w:rPr>
              <w:t>identifier des produits chimiques</w:t>
            </w:r>
          </w:p>
        </w:tc>
        <w:tc>
          <w:tcPr>
            <w:tcW w:w="2500" w:type="pct"/>
          </w:tcPr>
          <w:p w14:paraId="63F95B3D" w14:textId="6E4D5D6C" w:rsidR="00B0775E" w:rsidRPr="000D312E" w:rsidRDefault="00585B45" w:rsidP="00B0775E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to i</w:t>
            </w:r>
            <w:r w:rsidRPr="000D312E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dentify chemicals</w:t>
            </w:r>
          </w:p>
        </w:tc>
      </w:tr>
    </w:tbl>
    <w:p w14:paraId="38F71733" w14:textId="1ED97DE6" w:rsidR="00647BD1" w:rsidRPr="000D312E" w:rsidRDefault="00647BD1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647BD1" w:rsidRPr="000D312E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46634" w14:textId="77777777" w:rsidR="000905EC" w:rsidRDefault="000905EC" w:rsidP="00B84075">
      <w:pPr>
        <w:spacing w:line="240" w:lineRule="auto"/>
      </w:pPr>
      <w:r>
        <w:separator/>
      </w:r>
    </w:p>
    <w:p w14:paraId="316194C2" w14:textId="77777777" w:rsidR="000905EC" w:rsidRDefault="000905EC"/>
    <w:p w14:paraId="0794B557" w14:textId="77777777" w:rsidR="000905EC" w:rsidRDefault="000905EC"/>
  </w:endnote>
  <w:endnote w:type="continuationSeparator" w:id="0">
    <w:p w14:paraId="0D9B8026" w14:textId="77777777" w:rsidR="000905EC" w:rsidRDefault="000905EC" w:rsidP="00B84075">
      <w:pPr>
        <w:spacing w:line="240" w:lineRule="auto"/>
      </w:pPr>
      <w:r>
        <w:continuationSeparator/>
      </w:r>
    </w:p>
    <w:p w14:paraId="218FF2C5" w14:textId="77777777" w:rsidR="000905EC" w:rsidRDefault="000905EC"/>
    <w:p w14:paraId="2A61358D" w14:textId="77777777" w:rsidR="000905EC" w:rsidRDefault="00090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DA3E4" w14:textId="77777777" w:rsidR="000905EC" w:rsidRDefault="000905EC" w:rsidP="00B84075">
      <w:pPr>
        <w:spacing w:line="240" w:lineRule="auto"/>
      </w:pPr>
      <w:r>
        <w:separator/>
      </w:r>
    </w:p>
    <w:p w14:paraId="24353513" w14:textId="77777777" w:rsidR="000905EC" w:rsidRDefault="000905EC"/>
    <w:p w14:paraId="2841EC2D" w14:textId="77777777" w:rsidR="000905EC" w:rsidRDefault="000905EC"/>
  </w:footnote>
  <w:footnote w:type="continuationSeparator" w:id="0">
    <w:p w14:paraId="318A6C19" w14:textId="77777777" w:rsidR="000905EC" w:rsidRDefault="000905EC" w:rsidP="00B84075">
      <w:pPr>
        <w:spacing w:line="240" w:lineRule="auto"/>
      </w:pPr>
      <w:r>
        <w:continuationSeparator/>
      </w:r>
    </w:p>
    <w:p w14:paraId="2661C9D5" w14:textId="77777777" w:rsidR="000905EC" w:rsidRDefault="000905EC"/>
    <w:p w14:paraId="1088C68D" w14:textId="77777777" w:rsidR="000905EC" w:rsidRDefault="000905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05EC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12E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1529"/>
    <w:rsid w:val="003A225E"/>
    <w:rsid w:val="003A2BE9"/>
    <w:rsid w:val="003A30AE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36DD"/>
    <w:rsid w:val="00404128"/>
    <w:rsid w:val="00404AB5"/>
    <w:rsid w:val="004054DB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5B45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2C84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3513"/>
    <w:rsid w:val="0065527D"/>
    <w:rsid w:val="006553A9"/>
    <w:rsid w:val="006557A3"/>
    <w:rsid w:val="006559DC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446"/>
    <w:rsid w:val="006639A5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DF4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198B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51BE"/>
    <w:rsid w:val="009359CD"/>
    <w:rsid w:val="00935BC6"/>
    <w:rsid w:val="00935E24"/>
    <w:rsid w:val="009362C8"/>
    <w:rsid w:val="00937632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89D"/>
    <w:rsid w:val="00984A81"/>
    <w:rsid w:val="0098599E"/>
    <w:rsid w:val="00986A2E"/>
    <w:rsid w:val="009872CB"/>
    <w:rsid w:val="00987AE6"/>
    <w:rsid w:val="00987F5E"/>
    <w:rsid w:val="0099028E"/>
    <w:rsid w:val="00990CDE"/>
    <w:rsid w:val="00992BFF"/>
    <w:rsid w:val="0099303D"/>
    <w:rsid w:val="00993C7F"/>
    <w:rsid w:val="00995803"/>
    <w:rsid w:val="00995B69"/>
    <w:rsid w:val="009967C8"/>
    <w:rsid w:val="009969F8"/>
    <w:rsid w:val="00996A53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564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629"/>
    <w:rsid w:val="009D0E6E"/>
    <w:rsid w:val="009D2683"/>
    <w:rsid w:val="009D3AC6"/>
    <w:rsid w:val="009D3FDC"/>
    <w:rsid w:val="009D459F"/>
    <w:rsid w:val="009D5685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AE1"/>
    <w:rsid w:val="00A80BD0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BDB"/>
    <w:rsid w:val="00AA72D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9E1"/>
    <w:rsid w:val="00B0603C"/>
    <w:rsid w:val="00B06190"/>
    <w:rsid w:val="00B06B8A"/>
    <w:rsid w:val="00B06E7C"/>
    <w:rsid w:val="00B075E8"/>
    <w:rsid w:val="00B0775E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7F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C7F15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6175"/>
    <w:rsid w:val="00CD6D1F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15F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41C3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15F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DD2"/>
    <w:rsid w:val="00FB2541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4777"/>
    <w:rsid w:val="00FC4883"/>
    <w:rsid w:val="00FC59E6"/>
    <w:rsid w:val="00FC6063"/>
    <w:rsid w:val="00FC608A"/>
    <w:rsid w:val="00FC72A0"/>
    <w:rsid w:val="00FC7553"/>
    <w:rsid w:val="00FC7ED4"/>
    <w:rsid w:val="00FC7F9B"/>
    <w:rsid w:val="00FD063C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296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288</cp:revision>
  <dcterms:created xsi:type="dcterms:W3CDTF">2018-10-24T18:58:00Z</dcterms:created>
  <dcterms:modified xsi:type="dcterms:W3CDTF">2025-07-07T19:56:00Z</dcterms:modified>
</cp:coreProperties>
</file>